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Pr="00EC055C" w:rsidRDefault="00354C5C" w:rsidP="006E5C6C">
      <w:r>
        <w:t xml:space="preserve">Příloha č. </w:t>
      </w:r>
      <w:r w:rsidR="00B87D91">
        <w:t>1</w:t>
      </w:r>
      <w:r>
        <w:t xml:space="preserve"> Výzvy k </w:t>
      </w:r>
      <w:r w:rsidRPr="00EC055C">
        <w:t>podání nabídky</w:t>
      </w:r>
    </w:p>
    <w:p w14:paraId="57E895B3" w14:textId="77777777" w:rsidR="00D8220A" w:rsidRDefault="00D8220A" w:rsidP="00905651">
      <w:pPr>
        <w:pStyle w:val="Obsah2"/>
        <w:tabs>
          <w:tab w:val="left" w:pos="1320"/>
          <w:tab w:val="right" w:leader="dot" w:pos="8692"/>
        </w:tabs>
        <w:rPr>
          <w:b/>
          <w:color w:val="FF5200" w:themeColor="accent2"/>
          <w:sz w:val="36"/>
          <w:szCs w:val="36"/>
        </w:rPr>
      </w:pPr>
    </w:p>
    <w:p w14:paraId="10E016D5" w14:textId="4C5F9EEB" w:rsidR="003F1BC8" w:rsidRPr="00905651" w:rsidRDefault="008B1A2C" w:rsidP="00905651">
      <w:pPr>
        <w:pStyle w:val="Obsah2"/>
        <w:tabs>
          <w:tab w:val="left" w:pos="1320"/>
          <w:tab w:val="right" w:leader="dot" w:pos="8692"/>
        </w:tabs>
        <w:rPr>
          <w:b/>
          <w:color w:val="FF5200" w:themeColor="accent2"/>
          <w:sz w:val="36"/>
          <w:szCs w:val="36"/>
        </w:rPr>
      </w:pPr>
      <w:r w:rsidRPr="00EC055C">
        <w:rPr>
          <w:b/>
          <w:color w:val="FF5200" w:themeColor="accent2"/>
          <w:sz w:val="36"/>
          <w:szCs w:val="36"/>
        </w:rPr>
        <w:t>Krycí list nabídky</w:t>
      </w:r>
      <w:r w:rsidR="0031280B" w:rsidRPr="00EC055C">
        <w:rPr>
          <w:b/>
          <w:color w:val="FF5200" w:themeColor="accent2"/>
          <w:sz w:val="36"/>
          <w:szCs w:val="36"/>
        </w:rPr>
        <w:t xml:space="preserve"> k veřejné zakázce s názvem „</w:t>
      </w:r>
      <w:r w:rsidR="00690B24" w:rsidRPr="00690B24">
        <w:rPr>
          <w:b/>
          <w:color w:val="FF5200" w:themeColor="accent2"/>
          <w:sz w:val="36"/>
          <w:szCs w:val="36"/>
        </w:rPr>
        <w:t>Dodávka samochodného sekacího stroje na likvidaci vegetace pro OŘ UNL 2025</w:t>
      </w:r>
      <w:r w:rsidR="0031280B" w:rsidRPr="003F1BC8">
        <w:rPr>
          <w:b/>
          <w:color w:val="FF5200" w:themeColor="accent2"/>
          <w:sz w:val="36"/>
          <w:szCs w:val="36"/>
        </w:rPr>
        <w:t>“</w:t>
      </w:r>
      <w:r w:rsidR="000128D4" w:rsidRPr="003F1BC8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3F1BC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č.j.</w:t>
      </w:r>
      <w:r w:rsidR="00776DCA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</w:t>
      </w:r>
      <w:r w:rsidR="00690B24" w:rsidRPr="00690B2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22126/2025-SŽ-OŘ UNL-OVZ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3A4C0171" w:rsidR="00633D9C" w:rsidRDefault="00A93A74" w:rsidP="003F1BC8">
          <w:r>
            <w:t>Obsah</w:t>
          </w:r>
        </w:p>
        <w:p w14:paraId="53D34407" w14:textId="1F6191DD" w:rsidR="00D8220A" w:rsidRDefault="00A93A74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204683762" w:history="1">
            <w:r w:rsidR="00D8220A" w:rsidRPr="002C2785">
              <w:rPr>
                <w:rStyle w:val="Hypertextovodkaz"/>
                <w:noProof/>
              </w:rPr>
              <w:t>Kapitola 1.</w:t>
            </w:r>
            <w:r w:rsidR="00D8220A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D8220A" w:rsidRPr="002C2785">
              <w:rPr>
                <w:rStyle w:val="Hypertextovodkaz"/>
                <w:noProof/>
              </w:rPr>
              <w:t>Základní údaje k nabídce</w:t>
            </w:r>
            <w:r w:rsidR="00D8220A">
              <w:rPr>
                <w:noProof/>
                <w:webHidden/>
              </w:rPr>
              <w:tab/>
            </w:r>
            <w:r w:rsidR="00D8220A">
              <w:rPr>
                <w:noProof/>
                <w:webHidden/>
              </w:rPr>
              <w:fldChar w:fldCharType="begin"/>
            </w:r>
            <w:r w:rsidR="00D8220A">
              <w:rPr>
                <w:noProof/>
                <w:webHidden/>
              </w:rPr>
              <w:instrText xml:space="preserve"> PAGEREF _Toc204683762 \h </w:instrText>
            </w:r>
            <w:r w:rsidR="00D8220A">
              <w:rPr>
                <w:noProof/>
                <w:webHidden/>
              </w:rPr>
            </w:r>
            <w:r w:rsidR="00D8220A">
              <w:rPr>
                <w:noProof/>
                <w:webHidden/>
              </w:rPr>
              <w:fldChar w:fldCharType="separate"/>
            </w:r>
            <w:r w:rsidR="00D8220A">
              <w:rPr>
                <w:noProof/>
                <w:webHidden/>
              </w:rPr>
              <w:t>2</w:t>
            </w:r>
            <w:r w:rsidR="00D8220A">
              <w:rPr>
                <w:noProof/>
                <w:webHidden/>
              </w:rPr>
              <w:fldChar w:fldCharType="end"/>
            </w:r>
          </w:hyperlink>
        </w:p>
        <w:p w14:paraId="6AE5B521" w14:textId="22A50EB4" w:rsidR="00D8220A" w:rsidRDefault="00D8220A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4683763" w:history="1">
            <w:r w:rsidRPr="002C2785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2C2785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_Toc204683763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62A51C" w14:textId="5FD6703F" w:rsidR="00D8220A" w:rsidRDefault="00D8220A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4683764" w:history="1">
            <w:r w:rsidRPr="002C2785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2C2785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_Toc204683764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64C8DD" w14:textId="634B2C38" w:rsidR="00D8220A" w:rsidRDefault="00D8220A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4683765" w:history="1">
            <w:r w:rsidRPr="002C2785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2C2785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_Toc204683765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7A87C6" w14:textId="677D3553" w:rsidR="00D8220A" w:rsidRDefault="00D8220A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4683766" w:history="1">
            <w:r w:rsidRPr="002C2785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2C2785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_Toc204683766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B78754" w14:textId="7257308B" w:rsidR="00D8220A" w:rsidRDefault="00D8220A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4683767" w:history="1">
            <w:r w:rsidRPr="002C2785">
              <w:rPr>
                <w:rStyle w:val="Hypertextovodkaz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2C2785">
              <w:rPr>
                <w:rStyle w:val="Hypertextovodkaz"/>
                <w:noProof/>
              </w:rPr>
              <w:t>Seznam osob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_Toc204683767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CF7789" w14:textId="7016610C" w:rsidR="00D8220A" w:rsidRDefault="00D8220A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4683768" w:history="1">
            <w:r w:rsidRPr="002C2785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2C2785">
              <w:rPr>
                <w:rStyle w:val="Hypertextovodkaz"/>
                <w:noProof/>
              </w:rPr>
              <w:t>Čestné prohlášení o ekonomické kvalifikaci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_Toc204683768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298A54" w14:textId="083BC82A" w:rsidR="00D8220A" w:rsidRDefault="00D8220A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4683769" w:history="1">
            <w:r w:rsidRPr="002C2785">
              <w:rPr>
                <w:rStyle w:val="Hypertextovodkaz"/>
                <w:rFonts w:eastAsia="Times New Roman"/>
                <w:noProof/>
              </w:rPr>
              <w:t>Kapitola 8.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2C2785">
              <w:rPr>
                <w:rStyle w:val="Hypertextovodkaz"/>
                <w:noProof/>
              </w:rPr>
              <w:t>Čestné</w:t>
            </w:r>
            <w:r w:rsidRPr="002C2785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 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_Toc204683769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AC7DE6" w14:textId="13ABF3DC" w:rsidR="00D8220A" w:rsidRDefault="00D8220A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4683770" w:history="1">
            <w:r w:rsidRPr="002C2785">
              <w:rPr>
                <w:rStyle w:val="Hypertextovodkaz"/>
                <w:rFonts w:eastAsia="Times New Roman"/>
                <w:noProof/>
              </w:rPr>
              <w:t>Kapitola 9.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2C2785">
              <w:rPr>
                <w:rStyle w:val="Hypertextovodkaz"/>
                <w:noProof/>
              </w:rPr>
              <w:t>Čestné</w:t>
            </w:r>
            <w:r w:rsidRPr="002C2785">
              <w:rPr>
                <w:rStyle w:val="Hypertextovodkaz"/>
                <w:rFonts w:eastAsia="Times New Roman"/>
                <w:noProof/>
              </w:rPr>
              <w:t xml:space="preserve"> prohlášení o poddodavatelích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_Toc204683770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66C209" w14:textId="769D20C5" w:rsidR="00D8220A" w:rsidRDefault="00D8220A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4683771" w:history="1">
            <w:r w:rsidRPr="002C2785">
              <w:rPr>
                <w:rStyle w:val="Hypertextovodkaz"/>
                <w:rFonts w:eastAsia="Times New Roman"/>
                <w:noProof/>
              </w:rPr>
              <w:t>Kapitola 10.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2C2785">
              <w:rPr>
                <w:rStyle w:val="Hypertextovodkaz"/>
                <w:noProof/>
              </w:rPr>
              <w:t>Seznam zaměstnanců účastníka, u kterých je požadována odborná způsobilost v souladu s předpisem SŽ Zam1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_Toc204683771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2EB92C" w14:textId="4C10C009" w:rsidR="00D8220A" w:rsidRDefault="00D8220A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4683772" w:history="1">
            <w:r w:rsidRPr="002C2785">
              <w:rPr>
                <w:rStyle w:val="Hypertextovodkaz"/>
                <w:noProof/>
                <w:lang w:eastAsia="cs-CZ"/>
              </w:rPr>
              <w:t>Kapitola 11.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2C2785">
              <w:rPr>
                <w:rStyle w:val="Hypertextovodkaz"/>
                <w:noProof/>
              </w:rPr>
              <w:t>Čestné</w:t>
            </w:r>
            <w:r w:rsidRPr="002C2785">
              <w:rPr>
                <w:rStyle w:val="Hypertextovodkaz"/>
                <w:rFonts w:eastAsia="Times New Roman"/>
                <w:noProof/>
              </w:rPr>
              <w:t xml:space="preserve"> prohlášení o oprávnění ke vstupu do provozované železniční</w:t>
            </w:r>
            <w:r w:rsidRPr="002C2785">
              <w:rPr>
                <w:rStyle w:val="Hypertextovodkaz"/>
                <w:rFonts w:eastAsia="Times New Roman"/>
                <w:noProof/>
              </w:rPr>
              <w:t xml:space="preserve"> dopravní cesty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_Toc204683772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2182A806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204683762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EA444A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4F2B572B" w:rsidR="008B1A2C" w:rsidRPr="00EA444A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="00EA444A" w:rsidRPr="00EA444A">
        <w:rPr>
          <w:rFonts w:eastAsia="Times New Roman" w:cs="Times New Roman"/>
          <w:lang w:eastAsia="cs-CZ"/>
        </w:rPr>
        <w:t>Zakázku zadává organizační jednotka zadavatele:</w:t>
      </w:r>
    </w:p>
    <w:p w14:paraId="4CBBE62A" w14:textId="3B52C009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Oblastní ředitelství Ústí nad Labem</w:t>
      </w:r>
    </w:p>
    <w:p w14:paraId="709DFDE6" w14:textId="388498A9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Ústí nad Labem, Železničářská 1386/31, PSČ 400 03</w:t>
      </w:r>
    </w:p>
    <w:p w14:paraId="51E167B5" w14:textId="2BDF0109" w:rsidR="00EA444A" w:rsidRDefault="00EA444A" w:rsidP="00EC055C">
      <w:pPr>
        <w:overflowPunct w:val="0"/>
        <w:autoSpaceDE w:val="0"/>
        <w:autoSpaceDN w:val="0"/>
        <w:adjustRightInd w:val="0"/>
        <w:spacing w:after="0" w:line="240" w:lineRule="auto"/>
        <w:ind w:left="1416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lang w:eastAsia="cs-CZ"/>
        </w:rPr>
        <w:t xml:space="preserve">Zastoupená </w:t>
      </w:r>
      <w:r w:rsidR="00EC055C" w:rsidRPr="00EC055C">
        <w:t xml:space="preserve">Ing. Martinem Kašparem, ředitelem organizační jednotky, na základě pověření </w:t>
      </w:r>
      <w:r w:rsidR="00EC055C" w:rsidRPr="004D2C06">
        <w:t>č. 2652 ze dne 22. 02. 2019</w:t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22023FEB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 w:rsidRPr="00EC055C">
        <w:t>Výzvy k podání nabíd</w:t>
      </w:r>
      <w:r w:rsidR="004C76E9" w:rsidRPr="00EC055C">
        <w:t>ky</w:t>
      </w:r>
      <w:r w:rsidRPr="00EC055C">
        <w:t xml:space="preserve"> na veřejnou zakázku zadávanou</w:t>
      </w:r>
      <w:r w:rsidR="004C76E9" w:rsidRPr="00EC055C">
        <w:t xml:space="preserve"> jako </w:t>
      </w:r>
      <w:r w:rsidR="000128D4" w:rsidRPr="00EC055C">
        <w:rPr>
          <w:rFonts w:eastAsia="Times New Roman" w:cs="Times New Roman"/>
          <w:lang w:eastAsia="cs-CZ"/>
        </w:rPr>
        <w:t>podlimitní sektorovou veřejnou zakázku</w:t>
      </w:r>
      <w:r w:rsidRPr="00EC055C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527F2081" w14:textId="66E00057" w:rsidR="00FF3A1D" w:rsidRDefault="00FF3A1D" w:rsidP="00FF3A1D">
      <w:r>
        <w:t>Celková nabídková cena v Kč bez DPH</w:t>
      </w:r>
      <w:r w:rsidR="004D2C06">
        <w:t>:</w:t>
      </w:r>
      <w:r>
        <w:t xml:space="preserve"> </w:t>
      </w:r>
      <w:r>
        <w:tab/>
      </w:r>
      <w:r>
        <w:tab/>
      </w:r>
      <w:r>
        <w:tab/>
      </w:r>
      <w:r w:rsidRPr="00D15823">
        <w:rPr>
          <w:highlight w:val="green"/>
        </w:rPr>
        <w:t>[VLOŽÍ ÚČASTNÍK]</w:t>
      </w:r>
    </w:p>
    <w:p w14:paraId="720ECFE6" w14:textId="77777777" w:rsidR="00FF3A1D" w:rsidRDefault="00FF3A1D" w:rsidP="00FF3A1D">
      <w:r>
        <w:t>celkem DPH: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15823">
        <w:rPr>
          <w:highlight w:val="green"/>
        </w:rPr>
        <w:t>[VLOŽÍ ÚČASTNÍK]</w:t>
      </w:r>
    </w:p>
    <w:p w14:paraId="3D4A9EFE" w14:textId="77777777" w:rsidR="00FF3A1D" w:rsidRDefault="00FF3A1D" w:rsidP="00FF3A1D">
      <w:pPr>
        <w:rPr>
          <w:highlight w:val="yellow"/>
        </w:rPr>
      </w:pPr>
      <w:r>
        <w:t>Celková nabídková cena v Kč včetně DPH:</w:t>
      </w:r>
      <w:r>
        <w:tab/>
      </w:r>
      <w:r>
        <w:tab/>
      </w:r>
      <w:r>
        <w:tab/>
      </w:r>
      <w:r w:rsidRPr="00D15823">
        <w:rPr>
          <w:highlight w:val="green"/>
        </w:rPr>
        <w:t>[VLOŽÍ ÚČASTNÍK]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3B0281">
          <w:headerReference w:type="even" r:id="rId11"/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690B24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690B24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3B0281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3B0281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204683763"/>
      <w:r w:rsidRPr="006E5C6C">
        <w:t>Čestné prohlášení o splnění</w:t>
      </w:r>
      <w:r w:rsidRPr="006E5C6C">
        <w:br/>
        <w:t>základní způsobilosti</w:t>
      </w:r>
      <w:bookmarkEnd w:id="1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6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204683764"/>
      <w:r w:rsidRPr="00C15E30"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2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A327C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EA444A">
        <w:rPr>
          <w:rFonts w:eastAsia="Times New Roman" w:cs="Times New Roman"/>
          <w:lang w:eastAsia="cs-CZ"/>
        </w:rPr>
        <w:t>nabídku, tímto</w:t>
      </w:r>
      <w:r w:rsidR="00A327CB" w:rsidRPr="00A327CB">
        <w:rPr>
          <w:rFonts w:eastAsia="Times New Roman" w:cs="Times New Roman"/>
          <w:lang w:eastAsia="cs-CZ"/>
        </w:rPr>
        <w:t xml:space="preserve">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6142E435" w14:textId="3BDE508E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204683765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11C23BE1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lang w:eastAsia="cs-CZ"/>
        </w:rPr>
        <w:t>tímto čestně prohlašuje, že</w:t>
      </w:r>
      <w:r>
        <w:rPr>
          <w:lang w:eastAsia="cs-CZ"/>
        </w:rPr>
        <w:t>:</w:t>
      </w:r>
    </w:p>
    <w:p w14:paraId="637FEE98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3DF11E7A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výběrového řízení, s nímž je spojenou osobou podle zákona o daních z příjmů.  </w:t>
      </w:r>
    </w:p>
    <w:p w14:paraId="0CA92762" w14:textId="662AFF51" w:rsidR="0031280B" w:rsidRPr="00A035EA" w:rsidRDefault="00EA02CF" w:rsidP="00EA02CF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Pr="00A035EA">
        <w:rPr>
          <w:lang w:eastAsia="cs-CZ"/>
        </w:rPr>
        <w:t>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4" w:name="_Toc204683766"/>
      <w:r w:rsidRPr="00E85D44">
        <w:t>Čestné prohlášení o splnění technické kvalifikace</w:t>
      </w:r>
      <w:bookmarkEnd w:id="4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6609F631" w14:textId="5A91128D" w:rsidR="00FF3A1D" w:rsidRDefault="00FF3A1D" w:rsidP="00FF3A1D">
      <w:pPr>
        <w:spacing w:after="0" w:line="240" w:lineRule="auto"/>
        <w:rPr>
          <w:rFonts w:eastAsia="Times New Roman" w:cs="Times New Roman"/>
          <w:i/>
          <w:lang w:eastAsia="cs-CZ"/>
        </w:rPr>
      </w:pPr>
      <w:r>
        <w:rPr>
          <w:rFonts w:eastAsia="Times New Roman" w:cs="Times New Roman"/>
          <w:lang w:eastAsia="cs-CZ"/>
        </w:rPr>
        <w:t xml:space="preserve">Zadavatel </w:t>
      </w:r>
      <w:r w:rsidR="007961B9">
        <w:rPr>
          <w:rFonts w:eastAsia="Times New Roman" w:cs="Times New Roman"/>
          <w:lang w:eastAsia="cs-CZ"/>
        </w:rPr>
        <w:t>ne</w:t>
      </w:r>
      <w:r>
        <w:rPr>
          <w:rFonts w:eastAsia="Times New Roman" w:cs="Times New Roman"/>
          <w:lang w:eastAsia="cs-CZ"/>
        </w:rPr>
        <w:t>požaduje</w:t>
      </w:r>
      <w:r w:rsidR="007961B9">
        <w:rPr>
          <w:rFonts w:eastAsia="Times New Roman" w:cs="Times New Roman"/>
          <w:lang w:eastAsia="cs-CZ"/>
        </w:rPr>
        <w:t>.</w:t>
      </w:r>
    </w:p>
    <w:p w14:paraId="71002640" w14:textId="18165173" w:rsidR="00E85D44" w:rsidRDefault="00E85D44" w:rsidP="00E85D44">
      <w:pPr>
        <w:spacing w:after="0" w:line="240" w:lineRule="auto"/>
        <w:rPr>
          <w:rFonts w:eastAsia="Times New Roman" w:cs="Times New Roman"/>
          <w:lang w:eastAsia="cs-CZ"/>
        </w:rPr>
      </w:pPr>
    </w:p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2215E86A" w14:textId="54A5E86E" w:rsidR="00E85D44" w:rsidRDefault="00F44645" w:rsidP="00530588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13EC6245" w14:textId="2AFD7972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5" w:name="_Toc58876012"/>
      <w:bookmarkStart w:id="6" w:name="_Toc204683767"/>
      <w:r>
        <w:t>Seznam osob</w:t>
      </w:r>
      <w:bookmarkEnd w:id="5"/>
      <w:bookmarkEnd w:id="6"/>
    </w:p>
    <w:p w14:paraId="6E82A969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403DC879" w14:textId="77777777" w:rsidR="005E730C" w:rsidRDefault="005E730C" w:rsidP="005E730C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Zadavatel nepožaduje.</w:t>
      </w:r>
    </w:p>
    <w:p w14:paraId="08783FFB" w14:textId="77777777" w:rsidR="00F44645" w:rsidRDefault="00F44645" w:rsidP="00F44645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055760C8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32A27CB1" w14:textId="3A332604" w:rsidR="000128D4" w:rsidRDefault="000128D4" w:rsidP="00F44645">
      <w:pPr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1E966E17" w14:textId="614A631A" w:rsidR="000128D4" w:rsidRPr="000128D4" w:rsidRDefault="000128D4" w:rsidP="00F44645">
      <w:pPr>
        <w:pStyle w:val="Nadpis2"/>
        <w:numPr>
          <w:ilvl w:val="0"/>
          <w:numId w:val="34"/>
        </w:numPr>
      </w:pPr>
      <w:bookmarkStart w:id="7" w:name="_Toc204683768"/>
      <w:r w:rsidRPr="000128D4">
        <w:t>Čestné prohlášení o ekonomické kvalifikaci</w:t>
      </w:r>
      <w:bookmarkEnd w:id="7"/>
    </w:p>
    <w:p w14:paraId="0C0A2F64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x-none"/>
        </w:rPr>
      </w:pPr>
    </w:p>
    <w:p w14:paraId="7DC8CA4B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cs-CZ"/>
        </w:rPr>
      </w:pPr>
    </w:p>
    <w:p w14:paraId="417AF3D5" w14:textId="27865B17" w:rsidR="000128D4" w:rsidRDefault="005E730C" w:rsidP="000128D4">
      <w:pPr>
        <w:spacing w:before="120" w:after="0" w:line="276" w:lineRule="auto"/>
        <w:rPr>
          <w:rFonts w:eastAsia="Times New Roman" w:cs="Times New Roman"/>
          <w:i/>
          <w:highlight w:val="yellow"/>
          <w:lang w:eastAsia="cs-CZ"/>
        </w:rPr>
      </w:pPr>
      <w:r w:rsidRPr="005E730C">
        <w:rPr>
          <w:rFonts w:eastAsia="Times New Roman" w:cs="Times New Roman"/>
          <w:lang w:eastAsia="cs-CZ"/>
        </w:rPr>
        <w:t>Zadavatel nepožaduje.</w:t>
      </w:r>
    </w:p>
    <w:p w14:paraId="5AAADD7E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7A774CC" w14:textId="41DA5EE1" w:rsidR="002126E7" w:rsidRDefault="002126E7" w:rsidP="00F0533E">
      <w:pPr>
        <w:rPr>
          <w:highlight w:val="green"/>
        </w:rPr>
      </w:pPr>
      <w:r>
        <w:rPr>
          <w:highlight w:val="green"/>
        </w:rPr>
        <w:br w:type="page"/>
      </w:r>
    </w:p>
    <w:p w14:paraId="65C4DD60" w14:textId="2531A720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8" w:name="_Toc204683769"/>
      <w:r w:rsidRPr="002126E7">
        <w:t>Čestné</w:t>
      </w:r>
      <w:r>
        <w:rPr>
          <w:rFonts w:eastAsia="Times New Roman"/>
        </w:rPr>
        <w:t xml:space="preserve"> prohlášení účastníka o splnění podmínek v souvislosti s</w:t>
      </w:r>
      <w:r w:rsidR="00EA02CF">
        <w:rPr>
          <w:rFonts w:eastAsia="Times New Roman"/>
        </w:rPr>
        <w:t> mezinárodními sankcemi</w:t>
      </w:r>
      <w:bookmarkEnd w:id="8"/>
    </w:p>
    <w:p w14:paraId="4C6D9E97" w14:textId="77777777" w:rsidR="002126E7" w:rsidRDefault="002126E7" w:rsidP="002126E7"/>
    <w:p w14:paraId="5DAB6B35" w14:textId="77777777" w:rsidR="009D6D1B" w:rsidRDefault="009D6D1B" w:rsidP="009D6D1B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143CAB25" w14:textId="77777777" w:rsidR="009D6D1B" w:rsidRPr="00471B29" w:rsidRDefault="009D6D1B" w:rsidP="009D6D1B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767E6A94" w14:textId="77777777" w:rsidR="009D6D1B" w:rsidRDefault="009D6D1B" w:rsidP="009D6D1B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6ACB9C2F" w14:textId="77777777" w:rsidR="009D6D1B" w:rsidRPr="007F769F" w:rsidRDefault="009D6D1B" w:rsidP="009D6D1B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>
        <w:t xml:space="preserve">, anebo osobami dle </w:t>
      </w:r>
      <w:r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>
        <w:t xml:space="preserve"> anebo osobami dle čl. 2 nařízení Rady (EU) č. 208/2014 ze dne 5. března 2014 o omezujících opatřeních vůči některým osobám, subjektům a orgánům vzhledem k situaci na Ukrajině</w:t>
      </w:r>
      <w:r w:rsidRPr="00471B29">
        <w:t>, ve znění pozdějších předpisů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Pr="00EB54C9">
        <w:t xml:space="preserve"> 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Pr="00471B29">
        <w:t>„</w:t>
      </w:r>
      <w:r w:rsidRPr="00471B29">
        <w:rPr>
          <w:rStyle w:val="Kurzvatun"/>
        </w:rPr>
        <w:t>sankční seznamy</w:t>
      </w:r>
      <w:r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2033B0FC" w14:textId="77777777" w:rsidR="009D6D1B" w:rsidRPr="007F769F" w:rsidRDefault="009D6D1B" w:rsidP="009D6D1B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0A28DA45" w14:textId="7A197B66" w:rsidR="006C2F26" w:rsidRDefault="009D6D1B" w:rsidP="009D6D1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7867225A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6D07EA33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07DCE995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6C8EDC3D" w14:textId="77777777" w:rsidR="00F86FD9" w:rsidRDefault="00F86FD9" w:rsidP="00F86FD9">
      <w:pPr>
        <w:pStyle w:val="Nadpis2"/>
        <w:numPr>
          <w:ilvl w:val="0"/>
          <w:numId w:val="39"/>
        </w:numPr>
        <w:spacing w:line="240" w:lineRule="auto"/>
        <w:jc w:val="both"/>
        <w:rPr>
          <w:rFonts w:eastAsia="Times New Roman"/>
        </w:rPr>
      </w:pPr>
      <w:bookmarkStart w:id="9" w:name="_Toc115422087"/>
      <w:bookmarkStart w:id="10" w:name="_Toc204683770"/>
      <w:r w:rsidRPr="002126E7">
        <w:t>Čestné</w:t>
      </w:r>
      <w:r w:rsidRPr="00364FF2">
        <w:rPr>
          <w:rFonts w:eastAsia="Times New Roman"/>
        </w:rPr>
        <w:t xml:space="preserve"> prohlášení o poddodavatelích</w:t>
      </w:r>
      <w:bookmarkEnd w:id="9"/>
      <w:bookmarkEnd w:id="10"/>
      <w:r w:rsidRPr="00364FF2">
        <w:rPr>
          <w:rFonts w:eastAsia="Times New Roman"/>
        </w:rPr>
        <w:t xml:space="preserve"> </w:t>
      </w:r>
    </w:p>
    <w:p w14:paraId="3FA40E58" w14:textId="77777777" w:rsidR="00F86FD9" w:rsidRPr="00364FF2" w:rsidRDefault="00F86FD9" w:rsidP="00F86FD9">
      <w:pPr>
        <w:rPr>
          <w:lang w:eastAsia="cs-CZ"/>
        </w:rPr>
      </w:pPr>
    </w:p>
    <w:p w14:paraId="71422AAE" w14:textId="5AE41D49" w:rsidR="00F86FD9" w:rsidRDefault="00EA444A" w:rsidP="00F86FD9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Účastník, </w:t>
      </w:r>
      <w:r w:rsidR="00F86FD9">
        <w:rPr>
          <w:rFonts w:ascii="Verdana" w:hAnsi="Verdana"/>
        </w:rPr>
        <w:t xml:space="preserve">který podává </w:t>
      </w:r>
      <w:r>
        <w:rPr>
          <w:rFonts w:ascii="Verdana" w:hAnsi="Verdana"/>
        </w:rPr>
        <w:t xml:space="preserve">tuto </w:t>
      </w:r>
      <w:r w:rsidR="00F86FD9">
        <w:rPr>
          <w:rFonts w:ascii="Verdana" w:hAnsi="Verdana"/>
        </w:rPr>
        <w:t>nabídku, tímto čestně prohlašuje, že</w:t>
      </w:r>
      <w:r w:rsidR="00F86FD9">
        <w:rPr>
          <w:rStyle w:val="Znakapoznpodarou"/>
          <w:rFonts w:ascii="Verdana" w:hAnsi="Verdana"/>
        </w:rPr>
        <w:footnoteReference w:id="5"/>
      </w:r>
      <w:r w:rsidR="00F86FD9">
        <w:rPr>
          <w:rFonts w:ascii="Verdana" w:hAnsi="Verdana"/>
        </w:rPr>
        <w:t>:</w:t>
      </w:r>
    </w:p>
    <w:bookmarkStart w:id="11" w:name="Zaškrtávací1"/>
    <w:p w14:paraId="126C56C4" w14:textId="19509FE7" w:rsidR="00F86FD9" w:rsidRDefault="00F86FD9" w:rsidP="00F86FD9">
      <w:pPr>
        <w:ind w:left="708" w:hanging="708"/>
        <w:jc w:val="both"/>
        <w:rPr>
          <w:rFonts w:ascii="Verdana" w:hAnsi="Verdana"/>
        </w:rPr>
      </w:pPr>
      <w: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>
        <w:fldChar w:fldCharType="separate"/>
      </w:r>
      <w:r>
        <w:fldChar w:fldCharType="end"/>
      </w:r>
      <w:bookmarkEnd w:id="11"/>
      <w:r>
        <w:rPr>
          <w:rFonts w:ascii="Verdana" w:hAnsi="Verdana"/>
        </w:rPr>
        <w:tab/>
      </w:r>
      <w:r w:rsidR="006827CF">
        <w:rPr>
          <w:rFonts w:ascii="Verdana" w:hAnsi="Verdana"/>
        </w:rPr>
        <w:t>p</w:t>
      </w:r>
      <w:r>
        <w:rPr>
          <w:rFonts w:ascii="Verdana" w:hAnsi="Verdana"/>
        </w:rPr>
        <w:t>ři plnění veřejné zakázky s názvem „</w:t>
      </w:r>
      <w:r w:rsidR="00690B24" w:rsidRPr="00690B24">
        <w:rPr>
          <w:rFonts w:ascii="Verdana" w:hAnsi="Verdana"/>
          <w:b/>
          <w:bCs/>
        </w:rPr>
        <w:t>Dodávka samochodného sekacího stroje na likvidaci vegetace pro OŘ UNL 2025</w:t>
      </w:r>
      <w:r w:rsidR="00281B1A">
        <w:rPr>
          <w:rFonts w:ascii="Verdana" w:hAnsi="Verdana"/>
          <w:b/>
          <w:bCs/>
        </w:rPr>
        <w:t>“</w:t>
      </w:r>
      <w:r w:rsidR="00281B1A" w:rsidRPr="00281B1A">
        <w:rPr>
          <w:rFonts w:ascii="Verdana" w:hAnsi="Verdana"/>
          <w:b/>
          <w:bCs/>
        </w:rPr>
        <w:t xml:space="preserve"> </w:t>
      </w:r>
      <w:r>
        <w:rPr>
          <w:rFonts w:ascii="Verdana" w:hAnsi="Verdana"/>
        </w:rPr>
        <w:t>nepoužije žádné poddodavatele</w:t>
      </w:r>
      <w:r>
        <w:rPr>
          <w:rStyle w:val="Znakapoznpodarou"/>
          <w:rFonts w:ascii="Verdana" w:hAnsi="Verdana"/>
        </w:rPr>
        <w:footnoteReference w:id="6"/>
      </w:r>
      <w:r>
        <w:rPr>
          <w:rFonts w:ascii="Verdana" w:hAnsi="Verdana"/>
        </w:rPr>
        <w:t xml:space="preserve">. </w:t>
      </w:r>
    </w:p>
    <w:p w14:paraId="614952ED" w14:textId="2C0038CA" w:rsidR="00F86FD9" w:rsidRDefault="00F86FD9" w:rsidP="00F86FD9">
      <w:pPr>
        <w:tabs>
          <w:tab w:val="num" w:pos="360"/>
        </w:tabs>
        <w:ind w:left="708" w:hanging="708"/>
        <w:jc w:val="both"/>
        <w:rPr>
          <w:rFonts w:ascii="Verdana" w:hAnsi="Verdana"/>
        </w:rPr>
      </w:pPr>
      <w:r>
        <w:rPr>
          <w:rFonts w:ascii="Verdana" w:hAnsi="Verdana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>
        <w:rPr>
          <w:rFonts w:ascii="Verdana" w:hAnsi="Verdana"/>
        </w:rPr>
      </w:r>
      <w:r>
        <w:rPr>
          <w:rFonts w:ascii="Verdana" w:hAnsi="Verdana"/>
        </w:rPr>
        <w:fldChar w:fldCharType="separate"/>
      </w:r>
      <w:r>
        <w:rPr>
          <w:rFonts w:ascii="Verdana" w:hAnsi="Verdana"/>
        </w:rPr>
        <w:fldChar w:fldCharType="end"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="006827CF">
        <w:rPr>
          <w:rFonts w:ascii="Verdana" w:hAnsi="Verdana"/>
        </w:rPr>
        <w:t>p</w:t>
      </w:r>
      <w:r>
        <w:rPr>
          <w:rFonts w:ascii="Verdana" w:hAnsi="Verdana"/>
        </w:rPr>
        <w:t>ři plnění veřejné zakázky s názvem „</w:t>
      </w:r>
      <w:r w:rsidR="00690B24" w:rsidRPr="00690B24">
        <w:rPr>
          <w:rFonts w:ascii="Verdana" w:hAnsi="Verdana"/>
          <w:b/>
          <w:bCs/>
        </w:rPr>
        <w:t>Dodávka samochodného sekacího stroje na likvidaci vegetace pro OŘ UNL 2025</w:t>
      </w:r>
      <w:r>
        <w:rPr>
          <w:rFonts w:ascii="Verdana" w:hAnsi="Verdana"/>
        </w:rPr>
        <w:t>“ použije tyto poddodavatele:</w:t>
      </w:r>
    </w:p>
    <w:p w14:paraId="54FF3101" w14:textId="77777777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780"/>
        <w:gridCol w:w="5906"/>
      </w:tblGrid>
      <w:tr w:rsidR="00F86FD9" w14:paraId="103E6BD3" w14:textId="77777777" w:rsidTr="00E416ED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D07C436" w14:textId="77777777" w:rsidR="00F86FD9" w:rsidRDefault="00F86FD9" w:rsidP="00E416ED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hideMark/>
          </w:tcPr>
          <w:p w14:paraId="0DFF2516" w14:textId="77777777" w:rsidR="00F86FD9" w:rsidRDefault="00F86FD9" w:rsidP="00E416ED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F86FD9" w14:paraId="75AFC15F" w14:textId="77777777" w:rsidTr="00E416ED">
        <w:trPr>
          <w:cantSplit/>
        </w:trPr>
        <w:sdt>
          <w:sdtPr>
            <w:rPr>
              <w:rFonts w:ascii="Verdana" w:hAnsi="Verdana"/>
            </w:rPr>
            <w:id w:val="-646209514"/>
            <w:placeholder>
              <w:docPart w:val="0BD1018FEB8D43CB9D52E2F9495FF1A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45BB4549" w14:textId="77777777" w:rsidR="00F86FD9" w:rsidRDefault="00F86FD9" w:rsidP="00E416ED">
                <w:pPr>
                  <w:jc w:val="center"/>
                  <w:rPr>
                    <w:rFonts w:ascii="Verdana" w:hAnsi="Verdana" w:cs="Times New Roman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776780806"/>
            <w:placeholder>
              <w:docPart w:val="65428E6DE9194E5387E153755E89B02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nil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C5DCDDF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3CA1DA56" w14:textId="77777777" w:rsidTr="00E416ED">
        <w:trPr>
          <w:cantSplit/>
        </w:trPr>
        <w:sdt>
          <w:sdtPr>
            <w:rPr>
              <w:rFonts w:ascii="Verdana" w:hAnsi="Verdana"/>
            </w:rPr>
            <w:id w:val="550968649"/>
            <w:placeholder>
              <w:docPart w:val="3BD0F25702A2479682EA42111C29562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29A3FC9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310978252"/>
            <w:placeholder>
              <w:docPart w:val="4EA141EA40974E7889EBCE53618FFF7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28DFFFA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13C215D" w14:textId="77777777" w:rsidTr="00E416ED">
        <w:trPr>
          <w:cantSplit/>
        </w:trPr>
        <w:sdt>
          <w:sdtPr>
            <w:rPr>
              <w:rFonts w:ascii="Verdana" w:hAnsi="Verdana"/>
            </w:rPr>
            <w:id w:val="-639029716"/>
            <w:placeholder>
              <w:docPart w:val="4ABEAB1C1D75492B87E99FAFD34CAFE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841D7C8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87273182"/>
            <w:placeholder>
              <w:docPart w:val="759443CFE69840499A54505DC3AE6A4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00FFD286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0C1FB7F" w14:textId="77777777" w:rsidTr="00E416ED">
        <w:trPr>
          <w:cantSplit/>
        </w:trPr>
        <w:sdt>
          <w:sdtPr>
            <w:rPr>
              <w:rFonts w:ascii="Verdana" w:hAnsi="Verdana"/>
            </w:rPr>
            <w:id w:val="-124620505"/>
            <w:placeholder>
              <w:docPart w:val="51B40D9DB7E0449F96C062ED23429E8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AD8DFF4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67756794"/>
            <w:placeholder>
              <w:docPart w:val="069F72DEC41846EDB36F5EEC4A661C1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D1459B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512F392" w14:textId="77777777" w:rsidTr="00E416ED">
        <w:trPr>
          <w:cantSplit/>
        </w:trPr>
        <w:sdt>
          <w:sdtPr>
            <w:rPr>
              <w:rFonts w:ascii="Verdana" w:hAnsi="Verdana"/>
            </w:rPr>
            <w:id w:val="-2085137432"/>
            <w:placeholder>
              <w:docPart w:val="9E072CE91767430CAA9D9F66555756D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CDA1E50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79504028"/>
            <w:placeholder>
              <w:docPart w:val="C3F732DF9FF94D63B17EAAE5B7A0D3D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6C9C18C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595F811C" w14:textId="77777777" w:rsidTr="00E416ED">
        <w:trPr>
          <w:cantSplit/>
        </w:trPr>
        <w:sdt>
          <w:sdtPr>
            <w:rPr>
              <w:rFonts w:ascii="Verdana" w:hAnsi="Verdana"/>
            </w:rPr>
            <w:id w:val="1993667343"/>
            <w:placeholder>
              <w:docPart w:val="A589BA781246449CBB8DA87AAFB3C1B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3170E77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5336816"/>
            <w:placeholder>
              <w:docPart w:val="C3D2F334D1974AA98D1D89B18047EBA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692D0C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4400FE29" w14:textId="77777777" w:rsidTr="00E416ED">
        <w:trPr>
          <w:cantSplit/>
        </w:trPr>
        <w:sdt>
          <w:sdtPr>
            <w:rPr>
              <w:rFonts w:ascii="Verdana" w:hAnsi="Verdana"/>
            </w:rPr>
            <w:id w:val="1086031411"/>
            <w:placeholder>
              <w:docPart w:val="D56A3AB9E81045F5A4F98BD29323BF4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FE8F8D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951428158"/>
            <w:placeholder>
              <w:docPart w:val="909C3C0DC3294D51935896771B67781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679E6E79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626D0630" w14:textId="77777777" w:rsidTr="00E416ED">
        <w:trPr>
          <w:cantSplit/>
        </w:trPr>
        <w:sdt>
          <w:sdtPr>
            <w:rPr>
              <w:rFonts w:ascii="Verdana" w:hAnsi="Verdana"/>
            </w:rPr>
            <w:id w:val="497931481"/>
            <w:placeholder>
              <w:docPart w:val="FC36EA2621E849D7A81FBB6297687589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75233B71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740838909"/>
            <w:placeholder>
              <w:docPart w:val="28CD3796040C4292BAC524A34C532B9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63AC4201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0B9359E0" w14:textId="77777777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p w14:paraId="2EEB9236" w14:textId="77777777" w:rsidR="00F86FD9" w:rsidRDefault="00F86FD9" w:rsidP="00F86FD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1E54DF10" w14:textId="77777777" w:rsidR="00F86FD9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38FE1A31" w14:textId="77777777" w:rsidR="00F86FD9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40CCFAE0" w14:textId="77777777" w:rsidR="00F86FD9" w:rsidRDefault="00F86FD9" w:rsidP="002126E7">
      <w:pPr>
        <w:rPr>
          <w:lang w:eastAsia="cs-CZ"/>
        </w:rPr>
      </w:pPr>
    </w:p>
    <w:p w14:paraId="1B111040" w14:textId="77777777" w:rsidR="00F86FD9" w:rsidRDefault="00F86FD9" w:rsidP="002126E7">
      <w:pPr>
        <w:rPr>
          <w:lang w:eastAsia="cs-CZ"/>
        </w:rPr>
      </w:pPr>
    </w:p>
    <w:p w14:paraId="0A7BC2DC" w14:textId="77777777" w:rsidR="00F86FD9" w:rsidRDefault="00F86FD9" w:rsidP="002126E7">
      <w:pPr>
        <w:rPr>
          <w:lang w:eastAsia="cs-CZ"/>
        </w:rPr>
      </w:pPr>
    </w:p>
    <w:p w14:paraId="1791E1B7" w14:textId="4D849A21" w:rsidR="00F86FD9" w:rsidRDefault="00F86FD9" w:rsidP="002126E7">
      <w:pPr>
        <w:rPr>
          <w:lang w:eastAsia="cs-CZ"/>
        </w:rPr>
      </w:pPr>
    </w:p>
    <w:p w14:paraId="7319BA87" w14:textId="3D15C561" w:rsidR="000F5766" w:rsidRDefault="000F5766" w:rsidP="002126E7">
      <w:pPr>
        <w:rPr>
          <w:lang w:eastAsia="cs-CZ"/>
        </w:rPr>
      </w:pPr>
    </w:p>
    <w:p w14:paraId="377D6ADF" w14:textId="747408D2" w:rsidR="00CB377A" w:rsidRDefault="00CB377A" w:rsidP="00CB377A">
      <w:pPr>
        <w:pStyle w:val="Nadpis2"/>
        <w:numPr>
          <w:ilvl w:val="0"/>
          <w:numId w:val="39"/>
        </w:numPr>
        <w:spacing w:line="240" w:lineRule="auto"/>
        <w:ind w:left="2552" w:hanging="2192"/>
        <w:jc w:val="both"/>
        <w:rPr>
          <w:rFonts w:eastAsia="Times New Roman"/>
        </w:rPr>
      </w:pPr>
      <w:bookmarkStart w:id="12" w:name="_Toc204683771"/>
      <w:r>
        <w:t>Seznam zaměstnanců účastníka, u kterých je požadován</w:t>
      </w:r>
      <w:r w:rsidR="0067079F">
        <w:t>a</w:t>
      </w:r>
      <w:r>
        <w:t xml:space="preserve"> odborná způsobilost v souladu s předpisem SŽ Zam1</w:t>
      </w:r>
      <w:bookmarkEnd w:id="12"/>
      <w:r w:rsidRPr="00364FF2">
        <w:rPr>
          <w:rFonts w:eastAsia="Times New Roman"/>
        </w:rPr>
        <w:t xml:space="preserve"> </w:t>
      </w:r>
    </w:p>
    <w:p w14:paraId="6179C979" w14:textId="77777777" w:rsidR="00CB377A" w:rsidRPr="00364FF2" w:rsidRDefault="00CB377A" w:rsidP="00CB377A">
      <w:pPr>
        <w:rPr>
          <w:lang w:eastAsia="cs-CZ"/>
        </w:rPr>
      </w:pPr>
    </w:p>
    <w:p w14:paraId="48F3F07B" w14:textId="77777777" w:rsidR="007D1C9E" w:rsidRDefault="007D1C9E" w:rsidP="007D1C9E">
      <w:pPr>
        <w:jc w:val="both"/>
        <w:rPr>
          <w:rFonts w:ascii="Verdana" w:hAnsi="Verdana"/>
        </w:rPr>
      </w:pPr>
      <w:r>
        <w:rPr>
          <w:rFonts w:ascii="Verdana" w:hAnsi="Verdana"/>
        </w:rPr>
        <w:t>Zadavatel nepožaduje.</w:t>
      </w:r>
    </w:p>
    <w:p w14:paraId="0890D53E" w14:textId="77777777" w:rsidR="00CB377A" w:rsidRDefault="00CB377A" w:rsidP="00CB377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4595C905" w14:textId="2558E759" w:rsidR="00CB377A" w:rsidRDefault="00CB377A" w:rsidP="002126E7">
      <w:pPr>
        <w:rPr>
          <w:lang w:eastAsia="cs-CZ"/>
        </w:rPr>
      </w:pPr>
    </w:p>
    <w:p w14:paraId="5EB00BF6" w14:textId="22FE69B7" w:rsidR="00CB377A" w:rsidRDefault="00CB377A" w:rsidP="002126E7">
      <w:pPr>
        <w:rPr>
          <w:lang w:eastAsia="cs-CZ"/>
        </w:rPr>
      </w:pPr>
    </w:p>
    <w:p w14:paraId="2B82B845" w14:textId="77777777" w:rsidR="007D1C9E" w:rsidRDefault="007D1C9E" w:rsidP="002126E7">
      <w:pPr>
        <w:rPr>
          <w:lang w:eastAsia="cs-CZ"/>
        </w:rPr>
      </w:pPr>
    </w:p>
    <w:p w14:paraId="5692A553" w14:textId="77777777" w:rsidR="007D1C9E" w:rsidRDefault="007D1C9E" w:rsidP="002126E7">
      <w:pPr>
        <w:rPr>
          <w:lang w:eastAsia="cs-CZ"/>
        </w:rPr>
      </w:pPr>
    </w:p>
    <w:p w14:paraId="0CD0CC94" w14:textId="77777777" w:rsidR="007D1C9E" w:rsidRDefault="007D1C9E" w:rsidP="002126E7">
      <w:pPr>
        <w:rPr>
          <w:lang w:eastAsia="cs-CZ"/>
        </w:rPr>
      </w:pPr>
    </w:p>
    <w:p w14:paraId="0DEDAE1F" w14:textId="77777777" w:rsidR="007D1C9E" w:rsidRDefault="007D1C9E" w:rsidP="002126E7">
      <w:pPr>
        <w:rPr>
          <w:lang w:eastAsia="cs-CZ"/>
        </w:rPr>
      </w:pPr>
    </w:p>
    <w:p w14:paraId="40E6FFD2" w14:textId="77777777" w:rsidR="007D1C9E" w:rsidRDefault="007D1C9E" w:rsidP="002126E7">
      <w:pPr>
        <w:rPr>
          <w:lang w:eastAsia="cs-CZ"/>
        </w:rPr>
      </w:pPr>
    </w:p>
    <w:p w14:paraId="4ECAC6BB" w14:textId="77777777" w:rsidR="007D1C9E" w:rsidRDefault="007D1C9E" w:rsidP="002126E7">
      <w:pPr>
        <w:rPr>
          <w:lang w:eastAsia="cs-CZ"/>
        </w:rPr>
      </w:pPr>
    </w:p>
    <w:p w14:paraId="53D789BE" w14:textId="77777777" w:rsidR="007D1C9E" w:rsidRDefault="007D1C9E" w:rsidP="002126E7">
      <w:pPr>
        <w:rPr>
          <w:lang w:eastAsia="cs-CZ"/>
        </w:rPr>
      </w:pPr>
    </w:p>
    <w:p w14:paraId="46159275" w14:textId="77777777" w:rsidR="007D1C9E" w:rsidRDefault="007D1C9E" w:rsidP="002126E7">
      <w:pPr>
        <w:rPr>
          <w:lang w:eastAsia="cs-CZ"/>
        </w:rPr>
      </w:pPr>
    </w:p>
    <w:p w14:paraId="5AAB2F28" w14:textId="77777777" w:rsidR="007D1C9E" w:rsidRDefault="007D1C9E" w:rsidP="002126E7">
      <w:pPr>
        <w:rPr>
          <w:lang w:eastAsia="cs-CZ"/>
        </w:rPr>
      </w:pPr>
    </w:p>
    <w:p w14:paraId="5FDF3007" w14:textId="77777777" w:rsidR="007D1C9E" w:rsidRDefault="007D1C9E" w:rsidP="002126E7">
      <w:pPr>
        <w:rPr>
          <w:lang w:eastAsia="cs-CZ"/>
        </w:rPr>
      </w:pPr>
    </w:p>
    <w:p w14:paraId="5DFE27FE" w14:textId="77777777" w:rsidR="007D1C9E" w:rsidRDefault="007D1C9E" w:rsidP="002126E7">
      <w:pPr>
        <w:rPr>
          <w:lang w:eastAsia="cs-CZ"/>
        </w:rPr>
      </w:pPr>
    </w:p>
    <w:p w14:paraId="1763E004" w14:textId="77777777" w:rsidR="007D1C9E" w:rsidRDefault="007D1C9E" w:rsidP="002126E7">
      <w:pPr>
        <w:rPr>
          <w:lang w:eastAsia="cs-CZ"/>
        </w:rPr>
      </w:pPr>
    </w:p>
    <w:p w14:paraId="22B8F0E5" w14:textId="77777777" w:rsidR="007D1C9E" w:rsidRDefault="007D1C9E" w:rsidP="002126E7">
      <w:pPr>
        <w:rPr>
          <w:lang w:eastAsia="cs-CZ"/>
        </w:rPr>
      </w:pPr>
    </w:p>
    <w:p w14:paraId="5214D758" w14:textId="77777777" w:rsidR="007D1C9E" w:rsidRDefault="007D1C9E" w:rsidP="002126E7">
      <w:pPr>
        <w:rPr>
          <w:lang w:eastAsia="cs-CZ"/>
        </w:rPr>
      </w:pPr>
    </w:p>
    <w:p w14:paraId="10A71883" w14:textId="77777777" w:rsidR="007D1C9E" w:rsidRDefault="007D1C9E" w:rsidP="002126E7">
      <w:pPr>
        <w:rPr>
          <w:lang w:eastAsia="cs-CZ"/>
        </w:rPr>
      </w:pPr>
    </w:p>
    <w:p w14:paraId="152A5EBC" w14:textId="62D694A6" w:rsidR="00CB377A" w:rsidRDefault="00CB377A" w:rsidP="002126E7">
      <w:pPr>
        <w:rPr>
          <w:lang w:eastAsia="cs-CZ"/>
        </w:rPr>
      </w:pPr>
    </w:p>
    <w:p w14:paraId="5D119FA3" w14:textId="07553BDA" w:rsidR="00CB377A" w:rsidRDefault="00CB377A" w:rsidP="002126E7">
      <w:pPr>
        <w:rPr>
          <w:lang w:eastAsia="cs-CZ"/>
        </w:rPr>
      </w:pPr>
    </w:p>
    <w:p w14:paraId="6BE5BC6F" w14:textId="63AFED66" w:rsidR="00CB377A" w:rsidRDefault="00CB377A" w:rsidP="002126E7">
      <w:pPr>
        <w:rPr>
          <w:lang w:eastAsia="cs-CZ"/>
        </w:rPr>
      </w:pPr>
    </w:p>
    <w:p w14:paraId="7B10C861" w14:textId="77777777" w:rsidR="00530588" w:rsidRDefault="00530588" w:rsidP="002126E7">
      <w:pPr>
        <w:rPr>
          <w:lang w:eastAsia="cs-CZ"/>
        </w:rPr>
      </w:pPr>
    </w:p>
    <w:p w14:paraId="0916BDBF" w14:textId="77777777" w:rsidR="00530588" w:rsidRDefault="00530588" w:rsidP="002126E7">
      <w:pPr>
        <w:rPr>
          <w:lang w:eastAsia="cs-CZ"/>
        </w:rPr>
      </w:pPr>
    </w:p>
    <w:p w14:paraId="6F33507F" w14:textId="77777777" w:rsidR="00CB377A" w:rsidRDefault="00CB377A" w:rsidP="002126E7">
      <w:pPr>
        <w:rPr>
          <w:lang w:eastAsia="cs-CZ"/>
        </w:rPr>
      </w:pPr>
    </w:p>
    <w:p w14:paraId="5F9A69BD" w14:textId="29D7FABE" w:rsidR="006827CF" w:rsidRPr="00364FF2" w:rsidRDefault="006827CF" w:rsidP="00CB377A">
      <w:pPr>
        <w:pStyle w:val="Nadpis2"/>
        <w:numPr>
          <w:ilvl w:val="0"/>
          <w:numId w:val="39"/>
        </w:numPr>
        <w:rPr>
          <w:lang w:eastAsia="cs-CZ"/>
        </w:rPr>
      </w:pPr>
      <w:bookmarkStart w:id="13" w:name="_Toc204683772"/>
      <w:r w:rsidRPr="002126E7">
        <w:t>Čestné</w:t>
      </w:r>
      <w:r w:rsidRPr="00AC029F">
        <w:rPr>
          <w:rFonts w:eastAsia="Times New Roman"/>
        </w:rPr>
        <w:t xml:space="preserve"> prohlášení o oprávnění ke vstupu do provozované železniční dopravní cesty</w:t>
      </w:r>
      <w:bookmarkEnd w:id="13"/>
    </w:p>
    <w:p w14:paraId="6F45A6AC" w14:textId="77777777" w:rsidR="00AC029F" w:rsidRDefault="00AC029F" w:rsidP="006827CF">
      <w:pPr>
        <w:jc w:val="both"/>
        <w:rPr>
          <w:rFonts w:ascii="Verdana" w:hAnsi="Verdana"/>
        </w:rPr>
      </w:pPr>
    </w:p>
    <w:p w14:paraId="41D7734B" w14:textId="26C085FC" w:rsidR="006827CF" w:rsidRDefault="007D1C9E" w:rsidP="006827CF">
      <w:pPr>
        <w:jc w:val="both"/>
        <w:rPr>
          <w:rFonts w:ascii="Verdana" w:hAnsi="Verdana"/>
        </w:rPr>
      </w:pPr>
      <w:r w:rsidRPr="007D1C9E">
        <w:rPr>
          <w:rFonts w:ascii="Verdana" w:hAnsi="Verdana"/>
        </w:rPr>
        <w:t>Zadavatel nepožaduje.</w:t>
      </w:r>
    </w:p>
    <w:p w14:paraId="0B34B067" w14:textId="528CE68C" w:rsidR="002126E7" w:rsidRDefault="002126E7" w:rsidP="002126E7">
      <w:pPr>
        <w:rPr>
          <w:lang w:eastAsia="cs-CZ"/>
        </w:rPr>
      </w:pPr>
      <w:r w:rsidRPr="00BF0533">
        <w:rPr>
          <w:highlight w:val="green"/>
          <w:lang w:eastAsia="cs-CZ"/>
        </w:rPr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B87D91" w:rsidRDefault="002126E7" w:rsidP="002126E7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8145D7" w:rsidRDefault="002126E7" w:rsidP="002126E7"/>
    <w:p w14:paraId="0DAC905F" w14:textId="77777777" w:rsidR="00B87D91" w:rsidRPr="00F0533E" w:rsidRDefault="00B87D91" w:rsidP="00F0533E"/>
    <w:sectPr w:rsidR="00B87D91" w:rsidRPr="00F0533E" w:rsidSect="003B0281">
      <w:headerReference w:type="even" r:id="rId17"/>
      <w:headerReference w:type="default" r:id="rId18"/>
      <w:headerReference w:type="first" r:id="rId19"/>
      <w:footerReference w:type="first" r:id="rId20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EA3CCA" w14:textId="77777777" w:rsidR="003B0281" w:rsidRDefault="003B0281" w:rsidP="00962258">
      <w:pPr>
        <w:spacing w:after="0" w:line="240" w:lineRule="auto"/>
      </w:pPr>
      <w:r>
        <w:separator/>
      </w:r>
    </w:p>
  </w:endnote>
  <w:endnote w:type="continuationSeparator" w:id="0">
    <w:p w14:paraId="3DFB73EF" w14:textId="77777777" w:rsidR="003B0281" w:rsidRDefault="003B028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D2FAD66" w14:textId="77777777" w:rsidR="0024278E" w:rsidRDefault="0024278E" w:rsidP="0024278E">
          <w:pPr>
            <w:pStyle w:val="Zpat"/>
          </w:pPr>
          <w:r>
            <w:t>Oblastní ředitelství Ústí nad Labem</w:t>
          </w:r>
        </w:p>
        <w:p w14:paraId="491BE916" w14:textId="77777777" w:rsidR="0024278E" w:rsidRDefault="0024278E" w:rsidP="0024278E">
          <w:pPr>
            <w:pStyle w:val="Zpat"/>
          </w:pPr>
          <w:r>
            <w:t>Železničářská 1386/31</w:t>
          </w:r>
        </w:p>
        <w:p w14:paraId="3F9D14E1" w14:textId="4EC9D253" w:rsidR="00A327CB" w:rsidRDefault="0024278E" w:rsidP="0024278E">
          <w:pPr>
            <w:pStyle w:val="Zpat"/>
          </w:pPr>
          <w:r>
            <w:t>400 03 Ústí nad Labem</w:t>
          </w: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91784" w14:textId="77777777" w:rsidR="003B0281" w:rsidRDefault="003B0281" w:rsidP="00962258">
      <w:pPr>
        <w:spacing w:after="0" w:line="240" w:lineRule="auto"/>
      </w:pPr>
      <w:r>
        <w:separator/>
      </w:r>
    </w:p>
  </w:footnote>
  <w:footnote w:type="continuationSeparator" w:id="0">
    <w:p w14:paraId="62120E0E" w14:textId="77777777" w:rsidR="003B0281" w:rsidRDefault="003B0281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3E9FFFAD" w14:textId="77777777" w:rsidR="009D6D1B" w:rsidRPr="00EB54C9" w:rsidRDefault="009D6D1B" w:rsidP="009D6D1B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  <w:footnote w:id="5">
    <w:p w14:paraId="073F982E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6">
    <w:p w14:paraId="2DBDD00A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9C3242" w14:textId="3F9A70BC" w:rsidR="009E5606" w:rsidRDefault="009E560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A59EA2" w14:textId="5735A226" w:rsidR="009E5606" w:rsidRDefault="009E560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E09D6" w14:textId="3F7DC685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364573973" name="Obrázek 13645739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91ADF" w14:textId="17700508" w:rsidR="009E5606" w:rsidRDefault="009E5606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45128" w14:textId="64547742" w:rsidR="009E5606" w:rsidRDefault="009E5606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5D0A0451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D7721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C15B3"/>
    <w:multiLevelType w:val="hybridMultilevel"/>
    <w:tmpl w:val="6EF4E80A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1A66DD"/>
    <w:multiLevelType w:val="hybridMultilevel"/>
    <w:tmpl w:val="46B2AA36"/>
    <w:lvl w:ilvl="0" w:tplc="CA08520E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344B4C44"/>
    <w:multiLevelType w:val="multilevel"/>
    <w:tmpl w:val="CABE99FC"/>
    <w:numStyleLink w:val="ListNumbermultilevel"/>
  </w:abstractNum>
  <w:abstractNum w:abstractNumId="11" w15:restartNumberingAfterBreak="0">
    <w:nsid w:val="34EE549F"/>
    <w:multiLevelType w:val="multilevel"/>
    <w:tmpl w:val="CABE99FC"/>
    <w:numStyleLink w:val="ListNumbermultilevel"/>
  </w:abstractNum>
  <w:abstractNum w:abstractNumId="12" w15:restartNumberingAfterBreak="0">
    <w:nsid w:val="4ED57EA0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C34E70"/>
    <w:multiLevelType w:val="hybridMultilevel"/>
    <w:tmpl w:val="D7B6FAFC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6AAF0A8C"/>
    <w:multiLevelType w:val="multilevel"/>
    <w:tmpl w:val="0D34D660"/>
    <w:numStyleLink w:val="ListBulletmultilevel"/>
  </w:abstractNum>
  <w:abstractNum w:abstractNumId="16" w15:restartNumberingAfterBreak="0">
    <w:nsid w:val="74070991"/>
    <w:multiLevelType w:val="multilevel"/>
    <w:tmpl w:val="CABE99FC"/>
    <w:numStyleLink w:val="ListNumbermultilevel"/>
  </w:abstractNum>
  <w:abstractNum w:abstractNumId="17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2797649">
    <w:abstractNumId w:val="4"/>
  </w:num>
  <w:num w:numId="2" w16cid:durableId="1343505779">
    <w:abstractNumId w:val="1"/>
  </w:num>
  <w:num w:numId="3" w16cid:durableId="36644355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69439814">
    <w:abstractNumId w:val="15"/>
  </w:num>
  <w:num w:numId="5" w16cid:durableId="936716183">
    <w:abstractNumId w:val="7"/>
  </w:num>
  <w:num w:numId="6" w16cid:durableId="238486101">
    <w:abstractNumId w:val="9"/>
  </w:num>
  <w:num w:numId="7" w16cid:durableId="339352961">
    <w:abstractNumId w:val="0"/>
  </w:num>
  <w:num w:numId="8" w16cid:durableId="1475830880">
    <w:abstractNumId w:val="10"/>
  </w:num>
  <w:num w:numId="9" w16cid:durableId="166018768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91498478">
    <w:abstractNumId w:val="9"/>
  </w:num>
  <w:num w:numId="11" w16cid:durableId="1966692048">
    <w:abstractNumId w:val="1"/>
  </w:num>
  <w:num w:numId="12" w16cid:durableId="399527443">
    <w:abstractNumId w:val="9"/>
  </w:num>
  <w:num w:numId="13" w16cid:durableId="990137806">
    <w:abstractNumId w:val="9"/>
  </w:num>
  <w:num w:numId="14" w16cid:durableId="1876036795">
    <w:abstractNumId w:val="9"/>
  </w:num>
  <w:num w:numId="15" w16cid:durableId="1365212209">
    <w:abstractNumId w:val="9"/>
  </w:num>
  <w:num w:numId="16" w16cid:durableId="1752311740">
    <w:abstractNumId w:val="16"/>
  </w:num>
  <w:num w:numId="17" w16cid:durableId="2043087175">
    <w:abstractNumId w:val="4"/>
  </w:num>
  <w:num w:numId="18" w16cid:durableId="1108697704">
    <w:abstractNumId w:val="16"/>
  </w:num>
  <w:num w:numId="19" w16cid:durableId="20520763">
    <w:abstractNumId w:val="16"/>
  </w:num>
  <w:num w:numId="20" w16cid:durableId="361437843">
    <w:abstractNumId w:val="16"/>
  </w:num>
  <w:num w:numId="21" w16cid:durableId="1250191931">
    <w:abstractNumId w:val="16"/>
  </w:num>
  <w:num w:numId="22" w16cid:durableId="252128443">
    <w:abstractNumId w:val="9"/>
  </w:num>
  <w:num w:numId="23" w16cid:durableId="275868757">
    <w:abstractNumId w:val="1"/>
  </w:num>
  <w:num w:numId="24" w16cid:durableId="992412066">
    <w:abstractNumId w:val="9"/>
  </w:num>
  <w:num w:numId="25" w16cid:durableId="1195577201">
    <w:abstractNumId w:val="9"/>
  </w:num>
  <w:num w:numId="26" w16cid:durableId="117993755">
    <w:abstractNumId w:val="9"/>
  </w:num>
  <w:num w:numId="27" w16cid:durableId="100808133">
    <w:abstractNumId w:val="9"/>
  </w:num>
  <w:num w:numId="28" w16cid:durableId="2064477989">
    <w:abstractNumId w:val="16"/>
  </w:num>
  <w:num w:numId="29" w16cid:durableId="1728871732">
    <w:abstractNumId w:val="4"/>
  </w:num>
  <w:num w:numId="30" w16cid:durableId="933515539">
    <w:abstractNumId w:val="16"/>
  </w:num>
  <w:num w:numId="31" w16cid:durableId="1045980920">
    <w:abstractNumId w:val="16"/>
  </w:num>
  <w:num w:numId="32" w16cid:durableId="362248526">
    <w:abstractNumId w:val="16"/>
  </w:num>
  <w:num w:numId="33" w16cid:durableId="1196844823">
    <w:abstractNumId w:val="16"/>
  </w:num>
  <w:num w:numId="34" w16cid:durableId="1676372640">
    <w:abstractNumId w:val="5"/>
  </w:num>
  <w:num w:numId="35" w16cid:durableId="923610062">
    <w:abstractNumId w:val="18"/>
  </w:num>
  <w:num w:numId="36" w16cid:durableId="438725831">
    <w:abstractNumId w:val="2"/>
  </w:num>
  <w:num w:numId="37" w16cid:durableId="1667829562">
    <w:abstractNumId w:val="17"/>
  </w:num>
  <w:num w:numId="38" w16cid:durableId="1979993621">
    <w:abstractNumId w:val="3"/>
  </w:num>
  <w:num w:numId="39" w16cid:durableId="607398328">
    <w:abstractNumId w:val="8"/>
  </w:num>
  <w:num w:numId="40" w16cid:durableId="1493907621">
    <w:abstractNumId w:val="13"/>
  </w:num>
  <w:num w:numId="41" w16cid:durableId="315040366">
    <w:abstractNumId w:val="12"/>
  </w:num>
  <w:num w:numId="42" w16cid:durableId="642933404">
    <w:abstractNumId w:val="6"/>
  </w:num>
  <w:num w:numId="43" w16cid:durableId="428625779">
    <w:abstractNumId w:val="14"/>
  </w:num>
  <w:num w:numId="44" w16cid:durableId="1079907601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2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B2E52"/>
    <w:rsid w:val="000D3FEA"/>
    <w:rsid w:val="000E23A7"/>
    <w:rsid w:val="000F5766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91C38"/>
    <w:rsid w:val="001F49FF"/>
    <w:rsid w:val="00207DF5"/>
    <w:rsid w:val="00210DFF"/>
    <w:rsid w:val="002126E7"/>
    <w:rsid w:val="002243A8"/>
    <w:rsid w:val="00224560"/>
    <w:rsid w:val="00225620"/>
    <w:rsid w:val="002305E9"/>
    <w:rsid w:val="0023070F"/>
    <w:rsid w:val="0024278E"/>
    <w:rsid w:val="002767CC"/>
    <w:rsid w:val="00280E07"/>
    <w:rsid w:val="00281B1A"/>
    <w:rsid w:val="00293E5A"/>
    <w:rsid w:val="002A4201"/>
    <w:rsid w:val="002B65F0"/>
    <w:rsid w:val="002C31BF"/>
    <w:rsid w:val="002D0642"/>
    <w:rsid w:val="002D08B1"/>
    <w:rsid w:val="002E0CD7"/>
    <w:rsid w:val="002F50CD"/>
    <w:rsid w:val="00304B06"/>
    <w:rsid w:val="0031280B"/>
    <w:rsid w:val="00315F44"/>
    <w:rsid w:val="00321D98"/>
    <w:rsid w:val="003221F2"/>
    <w:rsid w:val="00331D93"/>
    <w:rsid w:val="00341DCF"/>
    <w:rsid w:val="00354C5C"/>
    <w:rsid w:val="00357BC6"/>
    <w:rsid w:val="0036634F"/>
    <w:rsid w:val="003956C6"/>
    <w:rsid w:val="003B0281"/>
    <w:rsid w:val="003B596F"/>
    <w:rsid w:val="003F1BC8"/>
    <w:rsid w:val="00407F8D"/>
    <w:rsid w:val="00417301"/>
    <w:rsid w:val="004176F1"/>
    <w:rsid w:val="00420609"/>
    <w:rsid w:val="00441430"/>
    <w:rsid w:val="00450F07"/>
    <w:rsid w:val="00452072"/>
    <w:rsid w:val="00453CD3"/>
    <w:rsid w:val="00460660"/>
    <w:rsid w:val="00486107"/>
    <w:rsid w:val="00487AC9"/>
    <w:rsid w:val="00491827"/>
    <w:rsid w:val="004B348C"/>
    <w:rsid w:val="004B5930"/>
    <w:rsid w:val="004C4399"/>
    <w:rsid w:val="004C76E9"/>
    <w:rsid w:val="004C787C"/>
    <w:rsid w:val="004D2C06"/>
    <w:rsid w:val="004D65B6"/>
    <w:rsid w:val="004E143C"/>
    <w:rsid w:val="004E3A53"/>
    <w:rsid w:val="004F20BC"/>
    <w:rsid w:val="004F4B9B"/>
    <w:rsid w:val="004F69EA"/>
    <w:rsid w:val="00503866"/>
    <w:rsid w:val="0051019F"/>
    <w:rsid w:val="00511AB9"/>
    <w:rsid w:val="00523EA7"/>
    <w:rsid w:val="00530588"/>
    <w:rsid w:val="00553375"/>
    <w:rsid w:val="00553E26"/>
    <w:rsid w:val="00557C28"/>
    <w:rsid w:val="005736B7"/>
    <w:rsid w:val="00575E5A"/>
    <w:rsid w:val="005B219F"/>
    <w:rsid w:val="005D7E39"/>
    <w:rsid w:val="005E730C"/>
    <w:rsid w:val="005F1404"/>
    <w:rsid w:val="006064AF"/>
    <w:rsid w:val="0061068E"/>
    <w:rsid w:val="00613242"/>
    <w:rsid w:val="00626DB3"/>
    <w:rsid w:val="00633D9C"/>
    <w:rsid w:val="00647363"/>
    <w:rsid w:val="00654420"/>
    <w:rsid w:val="00660AD3"/>
    <w:rsid w:val="0066322E"/>
    <w:rsid w:val="0067079F"/>
    <w:rsid w:val="0067790F"/>
    <w:rsid w:val="00677B7F"/>
    <w:rsid w:val="006827CF"/>
    <w:rsid w:val="00690B24"/>
    <w:rsid w:val="006A5570"/>
    <w:rsid w:val="006A689C"/>
    <w:rsid w:val="006A717A"/>
    <w:rsid w:val="006B3485"/>
    <w:rsid w:val="006B3D79"/>
    <w:rsid w:val="006C2F26"/>
    <w:rsid w:val="006D7AFE"/>
    <w:rsid w:val="006E0578"/>
    <w:rsid w:val="006E314D"/>
    <w:rsid w:val="006E5C6C"/>
    <w:rsid w:val="006E73DC"/>
    <w:rsid w:val="006F3330"/>
    <w:rsid w:val="00710723"/>
    <w:rsid w:val="007116AD"/>
    <w:rsid w:val="00723ED1"/>
    <w:rsid w:val="00733075"/>
    <w:rsid w:val="00743525"/>
    <w:rsid w:val="00744F3E"/>
    <w:rsid w:val="00760D81"/>
    <w:rsid w:val="0076286B"/>
    <w:rsid w:val="007652E6"/>
    <w:rsid w:val="00766846"/>
    <w:rsid w:val="0077673A"/>
    <w:rsid w:val="00776DCA"/>
    <w:rsid w:val="00784411"/>
    <w:rsid w:val="007846E1"/>
    <w:rsid w:val="00794BC7"/>
    <w:rsid w:val="007961B9"/>
    <w:rsid w:val="007B570C"/>
    <w:rsid w:val="007B6D10"/>
    <w:rsid w:val="007C0237"/>
    <w:rsid w:val="007C3297"/>
    <w:rsid w:val="007C4EE2"/>
    <w:rsid w:val="007C589B"/>
    <w:rsid w:val="007D1C9E"/>
    <w:rsid w:val="007E4A6E"/>
    <w:rsid w:val="007F56A7"/>
    <w:rsid w:val="00807AF5"/>
    <w:rsid w:val="00807DD0"/>
    <w:rsid w:val="00822DC3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05651"/>
    <w:rsid w:val="00913092"/>
    <w:rsid w:val="009138A5"/>
    <w:rsid w:val="00920F55"/>
    <w:rsid w:val="00922385"/>
    <w:rsid w:val="009223DF"/>
    <w:rsid w:val="00923DE9"/>
    <w:rsid w:val="00924ACC"/>
    <w:rsid w:val="00936091"/>
    <w:rsid w:val="00940D8A"/>
    <w:rsid w:val="00962258"/>
    <w:rsid w:val="009642AA"/>
    <w:rsid w:val="00965050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C3876"/>
    <w:rsid w:val="009D3107"/>
    <w:rsid w:val="009D6D1B"/>
    <w:rsid w:val="009E07F4"/>
    <w:rsid w:val="009E5606"/>
    <w:rsid w:val="009F392E"/>
    <w:rsid w:val="00A07EA0"/>
    <w:rsid w:val="00A327CB"/>
    <w:rsid w:val="00A50BC3"/>
    <w:rsid w:val="00A6177B"/>
    <w:rsid w:val="00A66136"/>
    <w:rsid w:val="00A92E7F"/>
    <w:rsid w:val="00A93A74"/>
    <w:rsid w:val="00AA4CBB"/>
    <w:rsid w:val="00AA65FA"/>
    <w:rsid w:val="00AA7351"/>
    <w:rsid w:val="00AB5A73"/>
    <w:rsid w:val="00AC029F"/>
    <w:rsid w:val="00AC1810"/>
    <w:rsid w:val="00AC4D2D"/>
    <w:rsid w:val="00AD056F"/>
    <w:rsid w:val="00AD5E34"/>
    <w:rsid w:val="00AD6731"/>
    <w:rsid w:val="00B15D0D"/>
    <w:rsid w:val="00B276E1"/>
    <w:rsid w:val="00B468D2"/>
    <w:rsid w:val="00B53A89"/>
    <w:rsid w:val="00B75EE1"/>
    <w:rsid w:val="00B77481"/>
    <w:rsid w:val="00B82E84"/>
    <w:rsid w:val="00B8518B"/>
    <w:rsid w:val="00B87D91"/>
    <w:rsid w:val="00B93EF0"/>
    <w:rsid w:val="00BD3CF6"/>
    <w:rsid w:val="00BD7E91"/>
    <w:rsid w:val="00BF0533"/>
    <w:rsid w:val="00C02D0A"/>
    <w:rsid w:val="00C03A6E"/>
    <w:rsid w:val="00C044EE"/>
    <w:rsid w:val="00C15E30"/>
    <w:rsid w:val="00C228EE"/>
    <w:rsid w:val="00C3428A"/>
    <w:rsid w:val="00C44F6A"/>
    <w:rsid w:val="00C4746C"/>
    <w:rsid w:val="00C47AE3"/>
    <w:rsid w:val="00C636FB"/>
    <w:rsid w:val="00C70145"/>
    <w:rsid w:val="00C8680C"/>
    <w:rsid w:val="00C87B78"/>
    <w:rsid w:val="00CB377A"/>
    <w:rsid w:val="00CC7E21"/>
    <w:rsid w:val="00CD1FC4"/>
    <w:rsid w:val="00CF0DCA"/>
    <w:rsid w:val="00D02A4E"/>
    <w:rsid w:val="00D21061"/>
    <w:rsid w:val="00D231E1"/>
    <w:rsid w:val="00D26C69"/>
    <w:rsid w:val="00D4108E"/>
    <w:rsid w:val="00D6163D"/>
    <w:rsid w:val="00D61BD2"/>
    <w:rsid w:val="00D73D46"/>
    <w:rsid w:val="00D8220A"/>
    <w:rsid w:val="00D831A3"/>
    <w:rsid w:val="00D8683B"/>
    <w:rsid w:val="00DA6AFB"/>
    <w:rsid w:val="00DC75F3"/>
    <w:rsid w:val="00DD46F3"/>
    <w:rsid w:val="00DE1BFA"/>
    <w:rsid w:val="00DE56F2"/>
    <w:rsid w:val="00DF116D"/>
    <w:rsid w:val="00E34137"/>
    <w:rsid w:val="00E34D19"/>
    <w:rsid w:val="00E36C4A"/>
    <w:rsid w:val="00E46950"/>
    <w:rsid w:val="00E85D44"/>
    <w:rsid w:val="00E95015"/>
    <w:rsid w:val="00EA02CF"/>
    <w:rsid w:val="00EA444A"/>
    <w:rsid w:val="00EB104F"/>
    <w:rsid w:val="00EC055C"/>
    <w:rsid w:val="00EC18DE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239B"/>
    <w:rsid w:val="00F5558F"/>
    <w:rsid w:val="00F659EB"/>
    <w:rsid w:val="00F76E9F"/>
    <w:rsid w:val="00F814D9"/>
    <w:rsid w:val="00F86BA6"/>
    <w:rsid w:val="00F86FD9"/>
    <w:rsid w:val="00FB2FA1"/>
    <w:rsid w:val="00FB7211"/>
    <w:rsid w:val="00FC4B68"/>
    <w:rsid w:val="00FC5583"/>
    <w:rsid w:val="00FC6389"/>
    <w:rsid w:val="00FD54F3"/>
    <w:rsid w:val="00FD5E0C"/>
    <w:rsid w:val="00FE0E7D"/>
    <w:rsid w:val="00FF3A1D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customStyle="1" w:styleId="tabulka">
    <w:name w:val="tabulka"/>
    <w:basedOn w:val="Normln"/>
    <w:uiPriority w:val="99"/>
    <w:rsid w:val="00F86FD9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aodst">
    <w:name w:val="a) odst."/>
    <w:basedOn w:val="Normln"/>
    <w:link w:val="aodstChar"/>
    <w:qFormat/>
    <w:rsid w:val="009D6D1B"/>
    <w:pPr>
      <w:numPr>
        <w:ilvl w:val="1"/>
        <w:numId w:val="43"/>
      </w:numPr>
      <w:spacing w:before="120" w:after="120"/>
      <w:jc w:val="both"/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9D6D1B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9D6D1B"/>
    <w:pPr>
      <w:numPr>
        <w:ilvl w:val="2"/>
        <w:numId w:val="43"/>
      </w:numPr>
      <w:spacing w:before="120" w:after="120"/>
      <w:jc w:val="both"/>
    </w:pPr>
  </w:style>
  <w:style w:type="character" w:customStyle="1" w:styleId="iodstChar">
    <w:name w:val="i. odst. Char"/>
    <w:basedOn w:val="Standardnpsmoodstavce"/>
    <w:link w:val="iodst"/>
    <w:rsid w:val="009D6D1B"/>
  </w:style>
  <w:style w:type="character" w:customStyle="1" w:styleId="Kurzvatun">
    <w:name w:val="Kurzíva tučně"/>
    <w:basedOn w:val="Standardnpsmoodstavce"/>
    <w:uiPriority w:val="1"/>
    <w:qFormat/>
    <w:rsid w:val="009D6D1B"/>
    <w:rPr>
      <w:rFonts w:asciiTheme="minorHAnsi" w:hAnsiTheme="minorHAnsi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yperlink" Target="aspi://module='ASPI'&amp;link='134/2016%20Sb.%2523'&amp;ucin-k-dni='30.12.9999'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glossaryDocument" Target="glossary/document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BD1018FEB8D43CB9D52E2F9495FF1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FA75D3-296B-43FA-86B6-2591638FFABC}"/>
      </w:docPartPr>
      <w:docPartBody>
        <w:p w:rsidR="00AE45FC" w:rsidRDefault="00495FA0" w:rsidP="00495FA0">
          <w:pPr>
            <w:pStyle w:val="0BD1018FEB8D43CB9D52E2F9495FF1A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5428E6DE9194E5387E153755E89B0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B89CF5-6E74-471E-86C0-4F4CDFD5670D}"/>
      </w:docPartPr>
      <w:docPartBody>
        <w:p w:rsidR="00AE45FC" w:rsidRDefault="00495FA0" w:rsidP="00495FA0">
          <w:pPr>
            <w:pStyle w:val="65428E6DE9194E5387E153755E89B02B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3BD0F25702A2479682EA42111C2956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B23AB0-B885-460C-A06B-A916790124C7}"/>
      </w:docPartPr>
      <w:docPartBody>
        <w:p w:rsidR="00AE45FC" w:rsidRDefault="00495FA0" w:rsidP="00495FA0">
          <w:pPr>
            <w:pStyle w:val="3BD0F25702A2479682EA42111C29562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A141EA40974E7889EBCE53618FFF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D2FEF9-E62A-4029-9DA7-85523F315490}"/>
      </w:docPartPr>
      <w:docPartBody>
        <w:p w:rsidR="00AE45FC" w:rsidRDefault="00495FA0" w:rsidP="00495FA0">
          <w:pPr>
            <w:pStyle w:val="4EA141EA40974E7889EBCE53618FFF7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ABEAB1C1D75492B87E99FAFD34CAF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208C2A-1782-4783-A8C2-04EA51912467}"/>
      </w:docPartPr>
      <w:docPartBody>
        <w:p w:rsidR="00AE45FC" w:rsidRDefault="00495FA0" w:rsidP="00495FA0">
          <w:pPr>
            <w:pStyle w:val="4ABEAB1C1D75492B87E99FAFD34CAFE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59443CFE69840499A54505DC3AE6A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E3FC0-B6D4-4FF9-9A87-FFA289ECC71F}"/>
      </w:docPartPr>
      <w:docPartBody>
        <w:p w:rsidR="00AE45FC" w:rsidRDefault="00495FA0" w:rsidP="00495FA0">
          <w:pPr>
            <w:pStyle w:val="759443CFE69840499A54505DC3AE6A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51B40D9DB7E0449F96C062ED23429E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6666F2-F0ED-4373-81A7-EB4C647E02FB}"/>
      </w:docPartPr>
      <w:docPartBody>
        <w:p w:rsidR="00AE45FC" w:rsidRDefault="00495FA0" w:rsidP="00495FA0">
          <w:pPr>
            <w:pStyle w:val="51B40D9DB7E0449F96C062ED23429E8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69F72DEC41846EDB36F5EEC4A661C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7F6311-3D7D-46C0-ABC5-8FF2BAFACFFF}"/>
      </w:docPartPr>
      <w:docPartBody>
        <w:p w:rsidR="00AE45FC" w:rsidRDefault="00495FA0" w:rsidP="00495FA0">
          <w:pPr>
            <w:pStyle w:val="069F72DEC41846EDB36F5EEC4A661C1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E072CE91767430CAA9D9F66555756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2EE478-B5AE-49C9-AF55-C3041654F310}"/>
      </w:docPartPr>
      <w:docPartBody>
        <w:p w:rsidR="00AE45FC" w:rsidRDefault="00495FA0" w:rsidP="00495FA0">
          <w:pPr>
            <w:pStyle w:val="9E072CE91767430CAA9D9F66555756D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3F732DF9FF94D63B17EAAE5B7A0D3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B1F115-E51F-43B4-92AA-45233A92F1C2}"/>
      </w:docPartPr>
      <w:docPartBody>
        <w:p w:rsidR="00AE45FC" w:rsidRDefault="00495FA0" w:rsidP="00495FA0">
          <w:pPr>
            <w:pStyle w:val="C3F732DF9FF94D63B17EAAE5B7A0D3D2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589BA781246449CBB8DA87AAFB3C1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2CA653-0B62-4844-BED3-6805FD25B7F6}"/>
      </w:docPartPr>
      <w:docPartBody>
        <w:p w:rsidR="00AE45FC" w:rsidRDefault="00495FA0" w:rsidP="00495FA0">
          <w:pPr>
            <w:pStyle w:val="A589BA781246449CBB8DA87AAFB3C1B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3D2F334D1974AA98D1D89B18047EB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EEA4E1-0E77-44C1-A27C-D04D919E87B0}"/>
      </w:docPartPr>
      <w:docPartBody>
        <w:p w:rsidR="00AE45FC" w:rsidRDefault="00495FA0" w:rsidP="00495FA0">
          <w:pPr>
            <w:pStyle w:val="C3D2F334D1974AA98D1D89B18047EBA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D56A3AB9E81045F5A4F98BD29323BF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C175DE-C1FE-4CFB-A265-45DE0001DA8C}"/>
      </w:docPartPr>
      <w:docPartBody>
        <w:p w:rsidR="00AE45FC" w:rsidRDefault="00495FA0" w:rsidP="00495FA0">
          <w:pPr>
            <w:pStyle w:val="D56A3AB9E81045F5A4F98BD29323BF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09C3C0DC3294D51935896771B677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507AF9-30A1-4D88-B9B3-13E12F86C748}"/>
      </w:docPartPr>
      <w:docPartBody>
        <w:p w:rsidR="00AE45FC" w:rsidRDefault="00495FA0" w:rsidP="00495FA0">
          <w:pPr>
            <w:pStyle w:val="909C3C0DC3294D51935896771B67781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FC36EA2621E849D7A81FBB62976875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AE8547-4F87-4A64-9534-299B0B8F9597}"/>
      </w:docPartPr>
      <w:docPartBody>
        <w:p w:rsidR="00AE45FC" w:rsidRDefault="00495FA0" w:rsidP="00495FA0">
          <w:pPr>
            <w:pStyle w:val="FC36EA2621E849D7A81FBB629768758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28CD3796040C4292BAC524A34C532B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AF57F3-4DDB-497E-BAFE-E14AF8EA28A5}"/>
      </w:docPartPr>
      <w:docPartBody>
        <w:p w:rsidR="00AE45FC" w:rsidRDefault="00495FA0" w:rsidP="00495FA0">
          <w:pPr>
            <w:pStyle w:val="28CD3796040C4292BAC524A34C532B96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FA0"/>
    <w:rsid w:val="00140657"/>
    <w:rsid w:val="00191C38"/>
    <w:rsid w:val="002D0642"/>
    <w:rsid w:val="00331D93"/>
    <w:rsid w:val="00407F8D"/>
    <w:rsid w:val="004176F1"/>
    <w:rsid w:val="00420609"/>
    <w:rsid w:val="0042266B"/>
    <w:rsid w:val="00452072"/>
    <w:rsid w:val="00495FA0"/>
    <w:rsid w:val="00503866"/>
    <w:rsid w:val="00553E26"/>
    <w:rsid w:val="005E17D6"/>
    <w:rsid w:val="00647363"/>
    <w:rsid w:val="00702C56"/>
    <w:rsid w:val="00845CFC"/>
    <w:rsid w:val="00920F55"/>
    <w:rsid w:val="00964FB4"/>
    <w:rsid w:val="009B2F31"/>
    <w:rsid w:val="00A04586"/>
    <w:rsid w:val="00AB5A73"/>
    <w:rsid w:val="00AD5E34"/>
    <w:rsid w:val="00AE45FC"/>
    <w:rsid w:val="00B276E1"/>
    <w:rsid w:val="00B82E84"/>
    <w:rsid w:val="00C8680C"/>
    <w:rsid w:val="00CF0DCA"/>
    <w:rsid w:val="00E9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93E15"/>
  </w:style>
  <w:style w:type="paragraph" w:customStyle="1" w:styleId="0BD1018FEB8D43CB9D52E2F9495FF1A8">
    <w:name w:val="0BD1018FEB8D43CB9D52E2F9495FF1A8"/>
    <w:rsid w:val="00495FA0"/>
  </w:style>
  <w:style w:type="paragraph" w:customStyle="1" w:styleId="65428E6DE9194E5387E153755E89B02B">
    <w:name w:val="65428E6DE9194E5387E153755E89B02B"/>
    <w:rsid w:val="00495FA0"/>
  </w:style>
  <w:style w:type="paragraph" w:customStyle="1" w:styleId="3BD0F25702A2479682EA42111C295624">
    <w:name w:val="3BD0F25702A2479682EA42111C295624"/>
    <w:rsid w:val="00495FA0"/>
  </w:style>
  <w:style w:type="paragraph" w:customStyle="1" w:styleId="4EA141EA40974E7889EBCE53618FFF7C">
    <w:name w:val="4EA141EA40974E7889EBCE53618FFF7C"/>
    <w:rsid w:val="00495FA0"/>
  </w:style>
  <w:style w:type="paragraph" w:customStyle="1" w:styleId="4ABEAB1C1D75492B87E99FAFD34CAFE5">
    <w:name w:val="4ABEAB1C1D75492B87E99FAFD34CAFE5"/>
    <w:rsid w:val="00495FA0"/>
  </w:style>
  <w:style w:type="paragraph" w:customStyle="1" w:styleId="759443CFE69840499A54505DC3AE6A44">
    <w:name w:val="759443CFE69840499A54505DC3AE6A44"/>
    <w:rsid w:val="00495FA0"/>
  </w:style>
  <w:style w:type="paragraph" w:customStyle="1" w:styleId="51B40D9DB7E0449F96C062ED23429E85">
    <w:name w:val="51B40D9DB7E0449F96C062ED23429E85"/>
    <w:rsid w:val="00495FA0"/>
  </w:style>
  <w:style w:type="paragraph" w:customStyle="1" w:styleId="069F72DEC41846EDB36F5EEC4A661C14">
    <w:name w:val="069F72DEC41846EDB36F5EEC4A661C14"/>
    <w:rsid w:val="00495FA0"/>
  </w:style>
  <w:style w:type="paragraph" w:customStyle="1" w:styleId="9E072CE91767430CAA9D9F66555756D8">
    <w:name w:val="9E072CE91767430CAA9D9F66555756D8"/>
    <w:rsid w:val="00495FA0"/>
  </w:style>
  <w:style w:type="paragraph" w:customStyle="1" w:styleId="C3F732DF9FF94D63B17EAAE5B7A0D3D2">
    <w:name w:val="C3F732DF9FF94D63B17EAAE5B7A0D3D2"/>
    <w:rsid w:val="00495FA0"/>
  </w:style>
  <w:style w:type="paragraph" w:customStyle="1" w:styleId="A589BA781246449CBB8DA87AAFB3C1B4">
    <w:name w:val="A589BA781246449CBB8DA87AAFB3C1B4"/>
    <w:rsid w:val="00495FA0"/>
  </w:style>
  <w:style w:type="paragraph" w:customStyle="1" w:styleId="C3D2F334D1974AA98D1D89B18047EBAC">
    <w:name w:val="C3D2F334D1974AA98D1D89B18047EBAC"/>
    <w:rsid w:val="00495FA0"/>
  </w:style>
  <w:style w:type="paragraph" w:customStyle="1" w:styleId="D56A3AB9E81045F5A4F98BD29323BF44">
    <w:name w:val="D56A3AB9E81045F5A4F98BD29323BF44"/>
    <w:rsid w:val="00495FA0"/>
  </w:style>
  <w:style w:type="paragraph" w:customStyle="1" w:styleId="909C3C0DC3294D51935896771B67781D">
    <w:name w:val="909C3C0DC3294D51935896771B67781D"/>
    <w:rsid w:val="00495FA0"/>
  </w:style>
  <w:style w:type="paragraph" w:customStyle="1" w:styleId="FC36EA2621E849D7A81FBB6297687589">
    <w:name w:val="FC36EA2621E849D7A81FBB6297687589"/>
    <w:rsid w:val="00495FA0"/>
  </w:style>
  <w:style w:type="paragraph" w:customStyle="1" w:styleId="28CD3796040C4292BAC524A34C532B96">
    <w:name w:val="28CD3796040C4292BAC524A34C532B96"/>
    <w:rsid w:val="00495F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884B28B-84DE-4F59-9623-4310446505E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46</TotalTime>
  <Pages>12</Pages>
  <Words>1529</Words>
  <Characters>9026</Characters>
  <Application>Microsoft Office Word</Application>
  <DocSecurity>0</DocSecurity>
  <Lines>75</Lines>
  <Paragraphs>21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Harvanová Radka, DiS.</cp:lastModifiedBy>
  <cp:revision>15</cp:revision>
  <cp:lastPrinted>2017-11-28T17:18:00Z</cp:lastPrinted>
  <dcterms:created xsi:type="dcterms:W3CDTF">2025-03-13T09:17:00Z</dcterms:created>
  <dcterms:modified xsi:type="dcterms:W3CDTF">2025-08-08T11:08:00Z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